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E484A">
              <w:t>JUHATUSE ESIMEES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6C6A5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 w:rsidR="006C6A52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3C6F51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52F2">
              <w:t>2</w:t>
            </w:r>
            <w:r w:rsidR="003C6F51">
              <w:t>5</w:t>
            </w:r>
            <w:r w:rsidR="00A55B52">
              <w:t xml:space="preserve">. </w:t>
            </w:r>
            <w:r w:rsidR="006B26AD">
              <w:rPr>
                <w:noProof/>
              </w:rPr>
              <w:t>jaanuar 201</w:t>
            </w:r>
            <w:r w:rsidR="00AC4C59">
              <w:rPr>
                <w:noProof/>
              </w:rPr>
              <w:t>9</w:t>
            </w:r>
            <w:r w:rsidR="006B26AD">
              <w:rPr>
                <w:noProof/>
              </w:rPr>
              <w:t>.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26AD">
              <w:rPr>
                <w:noProof/>
              </w:rPr>
              <w:t>1-5/</w:t>
            </w:r>
            <w:r w:rsidR="009145BE">
              <w:rPr>
                <w:noProof/>
              </w:rPr>
              <w:t>14</w:t>
            </w:r>
            <w:bookmarkStart w:id="1" w:name="_GoBack"/>
            <w:bookmarkEnd w:id="1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6B26AD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F158E9" w:rsidRDefault="00D638ED" w:rsidP="00041AEB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041AEB" w:rsidRPr="00041AEB">
        <w:t>Ladustatud metsamaterjali arvestuslike hindade kehtestamine</w:t>
      </w:r>
      <w:r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041AEB" w:rsidRDefault="00041AEB" w:rsidP="00041AEB">
      <w:pPr>
        <w:jc w:val="both"/>
      </w:pPr>
      <w:r>
        <w:lastRenderedPageBreak/>
        <w:t>Vabariigi Valitsuse 09.01.2007. a määruse nr 4 „Riigimetsa Majandamise Keskuse põhimäärus“ § 18 lõigete 5 ja 6 alusel ning seoses vajadusega ühtlustada Riigimetsa Majandamise Keskuse ladudes paikneva metsamaterjali arvestus</w:t>
      </w:r>
    </w:p>
    <w:p w:rsidR="00041AEB" w:rsidRDefault="00041AEB" w:rsidP="00041AEB">
      <w:pPr>
        <w:pStyle w:val="BodyText"/>
        <w:jc w:val="left"/>
      </w:pPr>
      <w:r>
        <w:tab/>
      </w:r>
    </w:p>
    <w:p w:rsidR="00041AEB" w:rsidRDefault="008D219D" w:rsidP="00041AEB">
      <w:pPr>
        <w:jc w:val="both"/>
      </w:pPr>
      <w:r>
        <w:t xml:space="preserve">1. k e h t e s t a n  alates 1. jaanuarist </w:t>
      </w:r>
      <w:r w:rsidR="00041AEB">
        <w:t>201</w:t>
      </w:r>
      <w:r w:rsidR="00AC4C59">
        <w:t>9</w:t>
      </w:r>
      <w:r w:rsidR="00041AEB">
        <w:t>. a ladustatud metsamaterjalile alljärgnevad arvestuslikud hinnad:</w:t>
      </w:r>
    </w:p>
    <w:p w:rsidR="00041AEB" w:rsidRDefault="00041AEB" w:rsidP="00041AEB">
      <w:pPr>
        <w:ind w:left="360"/>
        <w:jc w:val="both"/>
      </w:pPr>
    </w:p>
    <w:p w:rsidR="00041AEB" w:rsidRDefault="00041AEB" w:rsidP="00041AEB">
      <w:pPr>
        <w:jc w:val="both"/>
      </w:pPr>
      <w:r>
        <w:t xml:space="preserve">metsalaos     palk            </w:t>
      </w:r>
      <w:r w:rsidR="00CE484A">
        <w:t>62,79</w:t>
      </w:r>
      <w:r>
        <w:t xml:space="preserve"> EUR/m3 </w:t>
      </w:r>
    </w:p>
    <w:p w:rsidR="00041AEB" w:rsidRDefault="00041AEB" w:rsidP="00041AEB">
      <w:pPr>
        <w:jc w:val="both"/>
      </w:pPr>
      <w:r>
        <w:t>metsalaos     paberipu</w:t>
      </w:r>
      <w:r w:rsidR="003C0F55">
        <w:t>it</w:t>
      </w:r>
      <w:r>
        <w:t xml:space="preserve">   </w:t>
      </w:r>
      <w:r w:rsidR="00CE484A">
        <w:t>31,82</w:t>
      </w:r>
      <w:r>
        <w:t xml:space="preserve"> EUR/m3</w:t>
      </w:r>
    </w:p>
    <w:p w:rsidR="00041AEB" w:rsidRDefault="00041AEB" w:rsidP="00041AEB">
      <w:pPr>
        <w:jc w:val="both"/>
      </w:pPr>
      <w:r>
        <w:t>metsalaos     küttepu</w:t>
      </w:r>
      <w:r w:rsidR="003C0F55">
        <w:t>it</w:t>
      </w:r>
      <w:r>
        <w:t xml:space="preserve">     </w:t>
      </w:r>
      <w:r w:rsidR="00CE484A">
        <w:t>16,19</w:t>
      </w:r>
      <w:r w:rsidRPr="003A45D1">
        <w:t xml:space="preserve"> </w:t>
      </w:r>
      <w:r>
        <w:t>EUR/m3</w:t>
      </w:r>
    </w:p>
    <w:p w:rsidR="00884E77" w:rsidRDefault="00884E77" w:rsidP="00041AEB">
      <w:pPr>
        <w:jc w:val="both"/>
      </w:pPr>
      <w:r>
        <w:t xml:space="preserve">metsalaos     energiapuit </w:t>
      </w:r>
      <w:r w:rsidR="00CE484A">
        <w:t>11,58</w:t>
      </w:r>
      <w:r w:rsidRPr="00884E77">
        <w:t xml:space="preserve"> </w:t>
      </w:r>
      <w:r>
        <w:t>EUR/m3</w:t>
      </w:r>
    </w:p>
    <w:p w:rsidR="00041AEB" w:rsidRDefault="00041AEB" w:rsidP="00041AEB">
      <w:pPr>
        <w:jc w:val="both"/>
      </w:pPr>
      <w:r>
        <w:t xml:space="preserve">vahelaos       palk            </w:t>
      </w:r>
      <w:r w:rsidR="00AC4C59">
        <w:t>67,51</w:t>
      </w:r>
      <w:r>
        <w:t xml:space="preserve"> EUR/m3</w:t>
      </w:r>
    </w:p>
    <w:p w:rsidR="00041AEB" w:rsidRDefault="00041AEB" w:rsidP="00041AEB">
      <w:pPr>
        <w:jc w:val="both"/>
      </w:pPr>
      <w:r>
        <w:t>vahelaos       paberipu</w:t>
      </w:r>
      <w:r w:rsidR="003C0F55">
        <w:t>it</w:t>
      </w:r>
      <w:r>
        <w:t xml:space="preserve">   </w:t>
      </w:r>
      <w:r w:rsidR="00AC4C59">
        <w:t>36,54</w:t>
      </w:r>
      <w:r w:rsidRPr="003A45D1">
        <w:t xml:space="preserve"> </w:t>
      </w:r>
      <w:r>
        <w:t>EUR/m3</w:t>
      </w:r>
    </w:p>
    <w:p w:rsidR="00041AEB" w:rsidRDefault="00041AEB" w:rsidP="00041AEB">
      <w:pPr>
        <w:jc w:val="both"/>
      </w:pPr>
      <w:r>
        <w:t>vahelaos       küttepu</w:t>
      </w:r>
      <w:r w:rsidR="003C0F55">
        <w:t>it</w:t>
      </w:r>
      <w:r>
        <w:t xml:space="preserve">     </w:t>
      </w:r>
      <w:r w:rsidR="00AC4C59">
        <w:t>20,91</w:t>
      </w:r>
      <w:r>
        <w:t xml:space="preserve"> EUR/m3</w:t>
      </w:r>
    </w:p>
    <w:p w:rsidR="00884E77" w:rsidRDefault="00884E77" w:rsidP="00041AEB">
      <w:pPr>
        <w:jc w:val="both"/>
      </w:pPr>
      <w:r>
        <w:t xml:space="preserve">vahelaos       energiapuit </w:t>
      </w:r>
      <w:r w:rsidR="00AC4C59">
        <w:t>19,42</w:t>
      </w:r>
      <w:r w:rsidRPr="00884E77">
        <w:t xml:space="preserve"> </w:t>
      </w:r>
      <w:r>
        <w:t>EUR/m3</w:t>
      </w:r>
    </w:p>
    <w:p w:rsidR="00041AEB" w:rsidRDefault="00041AEB" w:rsidP="00041AEB">
      <w:pPr>
        <w:jc w:val="both"/>
      </w:pPr>
    </w:p>
    <w:p w:rsidR="00041AEB" w:rsidRDefault="00041AEB" w:rsidP="00041AEB">
      <w:pPr>
        <w:jc w:val="both"/>
      </w:pPr>
      <w:r>
        <w:t xml:space="preserve">2. t u n n i s t a n kehtetuks juhatuse esimehe </w:t>
      </w:r>
      <w:r w:rsidR="000652F2">
        <w:t>2</w:t>
      </w:r>
      <w:r w:rsidR="003C6F51">
        <w:t>5</w:t>
      </w:r>
      <w:r w:rsidR="008D219D">
        <w:t xml:space="preserve">. </w:t>
      </w:r>
      <w:r w:rsidR="00934402">
        <w:t>jaanuar</w:t>
      </w:r>
      <w:r w:rsidR="008D219D">
        <w:t xml:space="preserve"> 201</w:t>
      </w:r>
      <w:r w:rsidR="00361C17">
        <w:t>8</w:t>
      </w:r>
      <w:r w:rsidR="008D219D">
        <w:t>. a käskkirja</w:t>
      </w:r>
      <w:r>
        <w:t xml:space="preserve"> nr 1-5/</w:t>
      </w:r>
      <w:r w:rsidR="00771F40">
        <w:t>14</w:t>
      </w:r>
      <w:r>
        <w:t xml:space="preserve"> “Ladustatud metsamaterjali arvestuslike hindade kehtestamine“.</w:t>
      </w:r>
    </w:p>
    <w:p w:rsidR="00294973" w:rsidRDefault="00294973"/>
    <w:p w:rsidR="00294973" w:rsidRDefault="00294973" w:rsidP="00294973">
      <w:pPr>
        <w:pStyle w:val="ListParagraph"/>
        <w:numPr>
          <w:ilvl w:val="0"/>
          <w:numId w:val="4"/>
        </w:numPr>
        <w:sectPr w:rsidR="00294973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9145BE">
        <w:rPr>
          <w:spacing w:val="0"/>
          <w:position w:val="0"/>
        </w:rPr>
      </w:r>
      <w:r w:rsidR="009145BE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Aigar Kallas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Juhatuse esimees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294973">
        <w:rPr>
          <w:noProof/>
        </w:rPr>
        <w:t>Jaotuskava:</w:t>
      </w:r>
      <w:r w:rsidR="00041AEB">
        <w:rPr>
          <w:noProof/>
        </w:rPr>
        <w:t xml:space="preserve"> </w:t>
      </w:r>
      <w:r w:rsidR="004C7000">
        <w:rPr>
          <w:noProof/>
        </w:rPr>
        <w:t>raamatupidamiso</w:t>
      </w:r>
      <w:r w:rsidR="00041AEB">
        <w:rPr>
          <w:noProof/>
        </w:rPr>
        <w:t xml:space="preserve">sakond, </w:t>
      </w:r>
      <w:r w:rsidR="004C7000">
        <w:rPr>
          <w:noProof/>
        </w:rPr>
        <w:t xml:space="preserve">juhtimisarvestuse osakond, </w:t>
      </w:r>
      <w:r w:rsidR="00041AEB">
        <w:rPr>
          <w:noProof/>
        </w:rPr>
        <w:t>regioonid, siseaudititalitus</w:t>
      </w:r>
      <w:r w:rsidR="001F022F">
        <w:rPr>
          <w:noProof/>
        </w:rPr>
        <w:t>, it osakond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41AEB">
        <w:rPr>
          <w:noProof/>
        </w:rPr>
        <w:t>Merike Eier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41AEB">
        <w:rPr>
          <w:noProof/>
        </w:rPr>
        <w:t>Pearaamatupidaja</w:t>
      </w:r>
      <w:r>
        <w:fldChar w:fldCharType="end"/>
      </w:r>
    </w:p>
    <w:p w:rsidR="00D638ED" w:rsidRDefault="00330D03">
      <w:r>
        <w:lastRenderedPageBreak/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0652F2">
        <w:t>1</w:t>
      </w:r>
      <w:r w:rsidR="00361C17">
        <w:t>6</w:t>
      </w:r>
      <w:r w:rsidR="00294973">
        <w:rPr>
          <w:noProof/>
        </w:rPr>
        <w:t>. jaanuar 201</w:t>
      </w:r>
      <w:r w:rsidR="00361C17">
        <w:rPr>
          <w:noProof/>
        </w:rPr>
        <w:t>9</w:t>
      </w:r>
      <w:r w:rsidR="00294973">
        <w:rPr>
          <w:noProof/>
        </w:rPr>
        <w:t>. a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C5" w:rsidRDefault="006464C5">
      <w:r>
        <w:separator/>
      </w:r>
    </w:p>
  </w:endnote>
  <w:endnote w:type="continuationSeparator" w:id="0">
    <w:p w:rsidR="006464C5" w:rsidRDefault="0064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C5" w:rsidRDefault="006464C5">
      <w:r>
        <w:separator/>
      </w:r>
    </w:p>
  </w:footnote>
  <w:footnote w:type="continuationSeparator" w:id="0">
    <w:p w:rsidR="006464C5" w:rsidRDefault="0064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9145B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5" w:rsidRDefault="006464C5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ACA259E"/>
    <w:multiLevelType w:val="hybridMultilevel"/>
    <w:tmpl w:val="09848E38"/>
    <w:lvl w:ilvl="0" w:tplc="A9D86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C21890"/>
    <w:multiLevelType w:val="hybridMultilevel"/>
    <w:tmpl w:val="34FAA4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>
    <w:nsid w:val="45AA3FE4"/>
    <w:multiLevelType w:val="hybridMultilevel"/>
    <w:tmpl w:val="0FE295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6MqdY0l93APni/uFGLkWzF/uuQ=" w:salt="gobWjNK4gwywMtHv0rEEEw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AD"/>
    <w:rsid w:val="00041AEB"/>
    <w:rsid w:val="00046105"/>
    <w:rsid w:val="000652F2"/>
    <w:rsid w:val="001F022F"/>
    <w:rsid w:val="00294973"/>
    <w:rsid w:val="002D02E2"/>
    <w:rsid w:val="00330D03"/>
    <w:rsid w:val="00352934"/>
    <w:rsid w:val="00361C17"/>
    <w:rsid w:val="003C0F55"/>
    <w:rsid w:val="003C6F51"/>
    <w:rsid w:val="003F78A9"/>
    <w:rsid w:val="00480767"/>
    <w:rsid w:val="004C7000"/>
    <w:rsid w:val="00501E18"/>
    <w:rsid w:val="005102D0"/>
    <w:rsid w:val="005B39CA"/>
    <w:rsid w:val="005F1C15"/>
    <w:rsid w:val="006464C5"/>
    <w:rsid w:val="00683CE6"/>
    <w:rsid w:val="006B26AD"/>
    <w:rsid w:val="006C6A52"/>
    <w:rsid w:val="00771F40"/>
    <w:rsid w:val="007F091E"/>
    <w:rsid w:val="00830516"/>
    <w:rsid w:val="00884E77"/>
    <w:rsid w:val="00892C77"/>
    <w:rsid w:val="008D219D"/>
    <w:rsid w:val="009145BE"/>
    <w:rsid w:val="00934402"/>
    <w:rsid w:val="009804F6"/>
    <w:rsid w:val="00982714"/>
    <w:rsid w:val="009C6ADE"/>
    <w:rsid w:val="00A537DA"/>
    <w:rsid w:val="00A55B52"/>
    <w:rsid w:val="00AC4C59"/>
    <w:rsid w:val="00B23E37"/>
    <w:rsid w:val="00C27691"/>
    <w:rsid w:val="00C94A6E"/>
    <w:rsid w:val="00CE484A"/>
    <w:rsid w:val="00D638ED"/>
    <w:rsid w:val="00E07B4B"/>
    <w:rsid w:val="00EC1AF3"/>
    <w:rsid w:val="00F158E9"/>
    <w:rsid w:val="00FC7700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294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97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9497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41AEB"/>
    <w:pPr>
      <w:jc w:val="both"/>
    </w:pPr>
    <w:rPr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41AE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294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497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9497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41AEB"/>
    <w:pPr>
      <w:jc w:val="both"/>
    </w:pPr>
    <w:rPr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41AE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el.eier\AppData\Local\Microsoft\Windows\Temporary%20Internet%20Files\Content.IE5\U4CKFEX4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15</TotalTime>
  <Pages>2</Pages>
  <Words>194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2.0, 01.2013</dc:description>
  <cp:lastModifiedBy>Merike Eier</cp:lastModifiedBy>
  <cp:revision>9</cp:revision>
  <cp:lastPrinted>2016-01-12T10:26:00Z</cp:lastPrinted>
  <dcterms:created xsi:type="dcterms:W3CDTF">2019-01-16T07:04:00Z</dcterms:created>
  <dcterms:modified xsi:type="dcterms:W3CDTF">2019-01-25T08:15:00Z</dcterms:modified>
</cp:coreProperties>
</file>